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02FA260" w:rsidR="00F97930" w:rsidRDefault="00F0706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in verhard polyurethaan schuim</w:t>
      </w:r>
    </w:p>
    <w:p w14:paraId="21DA7095" w14:textId="1EA47B08" w:rsidR="00F97930" w:rsidRDefault="00F07063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metalen bevestiging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EA44962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3F74" w14:textId="77777777" w:rsidR="00F07841" w:rsidRDefault="00F07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2367" w14:textId="77777777" w:rsidR="00F07841" w:rsidRDefault="00F07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001D" w14:textId="77777777" w:rsidR="00F07841" w:rsidRDefault="00F07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37E4A698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E01271">
      <w:rPr>
        <w:rFonts w:ascii="Arial" w:hAnsi="Arial"/>
        <w:b/>
      </w:rPr>
      <w:t>Basic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AE1C71C" w:rsidR="007C7FFA" w:rsidRPr="00B64DD5" w:rsidRDefault="00F0784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E01271">
      <w:rPr>
        <w:rFonts w:ascii="Arial" w:hAnsi="Arial"/>
        <w:b/>
      </w:rPr>
      <w:t>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060F" w14:textId="77777777" w:rsidR="00F07841" w:rsidRDefault="00F07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0A5A2F-8563-4442-8EB0-224DAA3926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19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2024-01-05T12:00:00Z</dcterms:created>
  <dcterms:modified xsi:type="dcterms:W3CDTF">2024-01-05T12:35:00Z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